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4C27BBD2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Transpordiamet</w:t>
      </w:r>
    </w:p>
    <w:p w14:paraId="6D31C270" w14:textId="6AF6001B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62586E">
        <w:rPr>
          <w:rFonts w:ascii="Times New Roman" w:hAnsi="Times New Roman"/>
        </w:rPr>
        <w:t>18</w:t>
      </w:r>
      <w:r w:rsidR="00BF687E">
        <w:rPr>
          <w:rFonts w:ascii="Times New Roman" w:hAnsi="Times New Roman"/>
        </w:rPr>
        <w:t>.</w:t>
      </w:r>
      <w:r w:rsidR="00F14F09">
        <w:rPr>
          <w:rFonts w:ascii="Times New Roman" w:hAnsi="Times New Roman"/>
        </w:rPr>
        <w:t>06</w:t>
      </w:r>
      <w:r w:rsidRPr="00B801C3">
        <w:rPr>
          <w:rFonts w:ascii="Times New Roman" w:hAnsi="Times New Roman"/>
        </w:rPr>
        <w:t>.202</w:t>
      </w:r>
      <w:r w:rsidR="00F14F09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9B00BE">
        <w:rPr>
          <w:rFonts w:ascii="Times New Roman" w:hAnsi="Times New Roman"/>
        </w:rPr>
        <w:t>3362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8A7867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5B8AEDC1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260BD1">
              <w:rPr>
                <w:rFonts w:ascii="Times New Roman" w:hAnsi="Times New Roman"/>
              </w:rPr>
              <w:t>Imatra Elekter Aktsiaselts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8A7867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3BE1586C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Registrikood: </w:t>
            </w:r>
            <w:r w:rsidR="00260BD1">
              <w:rPr>
                <w:rFonts w:ascii="Times New Roman" w:hAnsi="Times New Roman"/>
              </w:rPr>
              <w:t>10224137</w:t>
            </w:r>
          </w:p>
        </w:tc>
      </w:tr>
      <w:tr w:rsidR="00B801C3" w:rsidRPr="00B801C3" w14:paraId="4D69FA9B" w14:textId="77777777" w:rsidTr="008A7867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20BA869E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</w:t>
            </w:r>
            <w:r w:rsidR="00260BD1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6E9216FC" w14:textId="77777777" w:rsidTr="008A7867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8A7867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4B2FEAD1" w:rsidR="00B801C3" w:rsidRPr="00B801C3" w:rsidRDefault="009B00BE" w:rsidP="00B801C3">
            <w:pPr>
              <w:rPr>
                <w:rFonts w:ascii="Times New Roman" w:hAnsi="Times New Roman"/>
              </w:rPr>
            </w:pPr>
            <w:hyperlink r:id="rId11" w:history="1">
              <w:r w:rsidR="00EE2699" w:rsidRPr="00594A4A">
                <w:rPr>
                  <w:rStyle w:val="Hyperlink"/>
                  <w:rFonts w:ascii="Times New Roman" w:hAnsi="Times New Roman"/>
                </w:rPr>
                <w:t>avo.jarv@elektrilevi.ee</w:t>
              </w:r>
            </w:hyperlink>
            <w:r w:rsidR="00B801C3" w:rsidRPr="00B801C3">
              <w:rPr>
                <w:rFonts w:ascii="Times New Roman" w:hAnsi="Times New Roman"/>
              </w:rPr>
              <w:t xml:space="preserve">, tel </w:t>
            </w:r>
            <w:r w:rsidR="00B801C3" w:rsidRPr="00260BD1">
              <w:rPr>
                <w:rFonts w:ascii="Times New Roman" w:hAnsi="Times New Roman"/>
              </w:rPr>
              <w:t>5</w:t>
            </w:r>
            <w:r w:rsidR="00260BD1" w:rsidRPr="00260BD1">
              <w:rPr>
                <w:rFonts w:ascii="Times New Roman" w:hAnsi="Times New Roman"/>
              </w:rPr>
              <w:t>343 4698</w:t>
            </w:r>
          </w:p>
        </w:tc>
      </w:tr>
      <w:tr w:rsidR="00B801C3" w:rsidRPr="00B801C3" w14:paraId="56FB5E5C" w14:textId="77777777" w:rsidTr="008A7867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8A7867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775651A0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2" w:history="1">
              <w:r w:rsidR="00474A67" w:rsidRPr="00594A4A">
                <w:rPr>
                  <w:rStyle w:val="Hyperlink"/>
                  <w:rFonts w:ascii="Times New Roman" w:hAnsi="Times New Roman"/>
                </w:rPr>
                <w:t>avo.jarv@elektrilevi.ee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8A7867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8A7867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8A7867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1B6FEE" w:rsidRDefault="00B801C3" w:rsidP="00B801C3">
            <w:pPr>
              <w:rPr>
                <w:rFonts w:ascii="Times New Roman" w:hAnsi="Times New Roman"/>
              </w:rPr>
            </w:pPr>
            <w:r w:rsidRPr="001B6FEE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40A56681" w:rsidR="00B801C3" w:rsidRPr="00AE6CB7" w:rsidRDefault="0088178D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Elektritsentrum</w:t>
            </w:r>
            <w:r w:rsidR="00D93313" w:rsidRPr="001B6FEE">
              <w:rPr>
                <w:rFonts w:ascii="Times New Roman" w:hAnsi="Times New Roman"/>
              </w:rPr>
              <w:t xml:space="preserve"> töö nr  </w:t>
            </w:r>
            <w:r w:rsidR="007C25DE">
              <w:rPr>
                <w:rFonts w:ascii="Times New Roman" w:hAnsi="Times New Roman"/>
              </w:rPr>
              <w:t>24003</w:t>
            </w:r>
            <w:r w:rsidR="00D93313" w:rsidRPr="001B6FEE">
              <w:rPr>
                <w:rFonts w:ascii="Times New Roman" w:hAnsi="Times New Roman"/>
              </w:rPr>
              <w:t xml:space="preserve"> „</w:t>
            </w:r>
            <w:r w:rsidR="007C25DE">
              <w:rPr>
                <w:rFonts w:ascii="Times New Roman" w:hAnsi="Times New Roman"/>
              </w:rPr>
              <w:t>Pällu tee 1 elektriliitumine madalpingel</w:t>
            </w:r>
            <w:r w:rsidR="0071456C">
              <w:rPr>
                <w:rFonts w:ascii="Times New Roman" w:hAnsi="Times New Roman"/>
              </w:rPr>
              <w:t>.</w:t>
            </w:r>
            <w:r w:rsidR="00260BD1" w:rsidRPr="001B6FEE">
              <w:rPr>
                <w:rFonts w:ascii="Times New Roman" w:hAnsi="Times New Roman"/>
              </w:rPr>
              <w:t xml:space="preserve"> </w:t>
            </w:r>
            <w:r w:rsidR="00070BC6">
              <w:rPr>
                <w:rFonts w:ascii="Times New Roman" w:hAnsi="Times New Roman"/>
              </w:rPr>
              <w:t>Tammneeme</w:t>
            </w:r>
            <w:r w:rsidR="00260BD1" w:rsidRPr="001B6FEE">
              <w:rPr>
                <w:rFonts w:ascii="Times New Roman" w:hAnsi="Times New Roman"/>
              </w:rPr>
              <w:t xml:space="preserve"> küla, Viimsi vald</w:t>
            </w:r>
            <w:r w:rsidR="00D93313" w:rsidRPr="001B6FEE">
              <w:rPr>
                <w:rFonts w:ascii="Times New Roman" w:hAnsi="Times New Roman"/>
              </w:rPr>
              <w:t>, Harjumaa</w:t>
            </w:r>
            <w:r w:rsidR="00070BC6">
              <w:rPr>
                <w:rFonts w:ascii="Times New Roman" w:hAnsi="Times New Roman"/>
              </w:rPr>
              <w:t>“</w:t>
            </w:r>
            <w:r w:rsidR="00D93313" w:rsidRPr="001B6FEE">
              <w:rPr>
                <w:rFonts w:ascii="Times New Roman" w:hAnsi="Times New Roman"/>
              </w:rPr>
              <w:t xml:space="preserve"> </w:t>
            </w:r>
          </w:p>
        </w:tc>
      </w:tr>
      <w:tr w:rsidR="00B801C3" w:rsidRPr="00B801C3" w14:paraId="0755177A" w14:textId="77777777" w:rsidTr="008A7867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37CE2D2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1B6FEE">
              <w:rPr>
                <w:rFonts w:ascii="Times New Roman" w:hAnsi="Times New Roman"/>
              </w:rPr>
              <w:t>Ta</w:t>
            </w:r>
            <w:r w:rsidR="0064517F">
              <w:rPr>
                <w:rFonts w:ascii="Times New Roman" w:hAnsi="Times New Roman"/>
              </w:rPr>
              <w:t xml:space="preserve">tjana </w:t>
            </w:r>
            <w:r w:rsidR="00BD1BAF">
              <w:rPr>
                <w:rFonts w:ascii="Times New Roman" w:hAnsi="Times New Roman"/>
              </w:rPr>
              <w:t>Tšernetsova</w:t>
            </w:r>
          </w:p>
        </w:tc>
      </w:tr>
      <w:tr w:rsidR="00B801C3" w:rsidRPr="00B801C3" w14:paraId="58516777" w14:textId="77777777" w:rsidTr="008A7867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1303E564" w:rsidR="00B801C3" w:rsidRPr="00B801C3" w:rsidRDefault="0022790B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025DA6" w:rsidRPr="000E535F">
              <w:rPr>
                <w:rFonts w:ascii="Times New Roman" w:hAnsi="Times New Roman"/>
              </w:rPr>
              <w:t>.</w:t>
            </w:r>
            <w:r w:rsidR="006E713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>
              <w:rPr>
                <w:rFonts w:ascii="Times New Roman" w:hAnsi="Times New Roman"/>
              </w:rPr>
              <w:t>4</w:t>
            </w:r>
            <w:r w:rsidR="000E535F" w:rsidRPr="000E535F">
              <w:rPr>
                <w:rFonts w:ascii="Times New Roman" w:hAnsi="Times New Roman"/>
              </w:rPr>
              <w:t>/</w:t>
            </w:r>
            <w:r w:rsidR="00FC3EE2">
              <w:rPr>
                <w:rFonts w:ascii="Times New Roman" w:hAnsi="Times New Roman"/>
              </w:rPr>
              <w:t>3524</w:t>
            </w:r>
            <w:r w:rsidR="001B6FEE">
              <w:rPr>
                <w:rFonts w:ascii="Times New Roman" w:hAnsi="Times New Roman"/>
              </w:rPr>
              <w:t>-4</w:t>
            </w:r>
          </w:p>
        </w:tc>
      </w:tr>
      <w:tr w:rsidR="00B801C3" w:rsidRPr="00B801C3" w14:paraId="51E2B8BB" w14:textId="77777777" w:rsidTr="008A7867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0C358E5C" w:rsidR="00B801C3" w:rsidRPr="00B801C3" w:rsidRDefault="002214F2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B6FEE">
              <w:rPr>
                <w:rFonts w:ascii="Times New Roman" w:hAnsi="Times New Roman"/>
              </w:rPr>
              <w:t>25</w:t>
            </w:r>
            <w:r w:rsidR="00FC3EE2">
              <w:rPr>
                <w:rFonts w:ascii="Times New Roman" w:hAnsi="Times New Roman"/>
              </w:rPr>
              <w:t>0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FC3EE2">
              <w:rPr>
                <w:rFonts w:ascii="Times New Roman" w:hAnsi="Times New Roman"/>
              </w:rPr>
              <w:t>Tallinn-Viimsi-</w:t>
            </w:r>
            <w:r w:rsidR="00804E73">
              <w:rPr>
                <w:rFonts w:ascii="Times New Roman" w:hAnsi="Times New Roman"/>
              </w:rPr>
              <w:t xml:space="preserve">Randvere </w:t>
            </w:r>
            <w:r w:rsidR="001B6FEE">
              <w:rPr>
                <w:rFonts w:ascii="Times New Roman" w:hAnsi="Times New Roman"/>
              </w:rPr>
              <w:t>tee</w:t>
            </w:r>
          </w:p>
        </w:tc>
      </w:tr>
      <w:tr w:rsidR="00C77651" w:rsidRPr="00B801C3" w14:paraId="2974EED6" w14:textId="77777777" w:rsidTr="008A7867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610C3A2F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1B6FEE">
              <w:rPr>
                <w:rFonts w:ascii="Times New Roman" w:hAnsi="Times New Roman"/>
              </w:rPr>
              <w:t>89001:0</w:t>
            </w:r>
            <w:r w:rsidR="00804E73">
              <w:rPr>
                <w:rFonts w:ascii="Times New Roman" w:hAnsi="Times New Roman"/>
              </w:rPr>
              <w:t>01</w:t>
            </w:r>
            <w:r w:rsidR="001B6FEE">
              <w:rPr>
                <w:rFonts w:ascii="Times New Roman" w:hAnsi="Times New Roman"/>
              </w:rPr>
              <w:t>:</w:t>
            </w:r>
            <w:r w:rsidR="00D0323B">
              <w:rPr>
                <w:rFonts w:ascii="Times New Roman" w:hAnsi="Times New Roman"/>
              </w:rPr>
              <w:t>1806</w:t>
            </w:r>
            <w:r w:rsidR="00ED3888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799306D" w14:textId="77777777" w:rsidTr="008A786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11590D69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1B6FEE">
              <w:rPr>
                <w:rFonts w:ascii="Times New Roman" w:hAnsi="Times New Roman"/>
              </w:rPr>
              <w:t>Viimsi</w:t>
            </w:r>
            <w:r w:rsidR="009F409F">
              <w:rPr>
                <w:rFonts w:ascii="Times New Roman" w:hAnsi="Times New Roman"/>
              </w:rPr>
              <w:t xml:space="preserve"> 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520F9B">
              <w:rPr>
                <w:rFonts w:ascii="Times New Roman" w:hAnsi="Times New Roman"/>
              </w:rPr>
              <w:t>Randvere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71456C">
              <w:rPr>
                <w:rFonts w:ascii="Times New Roman" w:hAnsi="Times New Roman"/>
              </w:rPr>
              <w:t>1125</w:t>
            </w:r>
            <w:r w:rsidR="00520F9B">
              <w:rPr>
                <w:rFonts w:ascii="Times New Roman" w:hAnsi="Times New Roman"/>
              </w:rPr>
              <w:t>0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520F9B">
              <w:rPr>
                <w:rFonts w:ascii="Times New Roman" w:hAnsi="Times New Roman"/>
              </w:rPr>
              <w:t>Viimsi-Randvere</w:t>
            </w:r>
            <w:r w:rsidR="008D7EBE">
              <w:rPr>
                <w:rFonts w:ascii="Times New Roman" w:hAnsi="Times New Roman"/>
              </w:rPr>
              <w:t xml:space="preserve"> tee</w:t>
            </w:r>
            <w:r w:rsidR="00F93C73">
              <w:rPr>
                <w:rFonts w:ascii="Times New Roman" w:hAnsi="Times New Roman"/>
              </w:rPr>
              <w:t xml:space="preserve"> L2</w:t>
            </w:r>
          </w:p>
        </w:tc>
      </w:tr>
      <w:tr w:rsidR="00C77651" w:rsidRPr="00B801C3" w14:paraId="616548FD" w14:textId="77777777" w:rsidTr="008A786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13DA09CA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 xml:space="preserve">Kinnistusraamatu </w:t>
            </w:r>
            <w:r w:rsidRPr="001B6FEE">
              <w:rPr>
                <w:rFonts w:ascii="Times New Roman" w:hAnsi="Times New Roman"/>
              </w:rPr>
              <w:t>registriosa nr:</w:t>
            </w:r>
            <w:r w:rsidRPr="001B6FEE">
              <w:rPr>
                <w:rFonts w:ascii="Times New Roman" w:hAnsi="Times New Roman"/>
                <w:i/>
              </w:rPr>
              <w:t xml:space="preserve"> </w:t>
            </w:r>
            <w:r w:rsidRPr="001B6FEE">
              <w:rPr>
                <w:rFonts w:ascii="Times New Roman" w:hAnsi="Times New Roman"/>
              </w:rPr>
              <w:t xml:space="preserve">  </w:t>
            </w:r>
            <w:r w:rsidR="00F93C73">
              <w:rPr>
                <w:rFonts w:ascii="Times New Roman" w:hAnsi="Times New Roman"/>
              </w:rPr>
              <w:t>361</w:t>
            </w:r>
            <w:r w:rsidR="009C682D">
              <w:rPr>
                <w:rFonts w:ascii="Times New Roman" w:hAnsi="Times New Roman"/>
              </w:rPr>
              <w:t>8850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9C682D" w:rsidRPr="00B801C3" w14:paraId="4B2510F1" w14:textId="77777777" w:rsidTr="008A786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B14E6" w14:textId="77777777" w:rsidR="009C682D" w:rsidRPr="00B801C3" w:rsidRDefault="009C682D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D47D8E" w14:textId="21FE07CF" w:rsidR="009C27D8" w:rsidRPr="00534055" w:rsidRDefault="009C27D8" w:rsidP="009C27D8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Riigi kinnisvararegistri objekti kood</w:t>
            </w:r>
            <w:r w:rsidRPr="00B801C3">
              <w:rPr>
                <w:rFonts w:ascii="Times New Roman" w:hAnsi="Times New Roman"/>
              </w:rPr>
              <w:t>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KV11</w:t>
            </w:r>
            <w:r w:rsidR="00D914FB">
              <w:t>889</w:t>
            </w:r>
          </w:p>
          <w:p w14:paraId="297D68AA" w14:textId="77777777" w:rsidR="009C682D" w:rsidRDefault="009C682D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8A7867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296676B5" w14:textId="15B7EC3E" w:rsidR="002E5106" w:rsidRDefault="00F278FC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</w:t>
            </w:r>
            <w:r w:rsidR="00C96F2E">
              <w:rPr>
                <w:rFonts w:ascii="Times New Roman" w:hAnsi="Times New Roman"/>
              </w:rPr>
              <w:t xml:space="preserve"> 1: </w:t>
            </w:r>
            <w:r w:rsidR="00B60550">
              <w:rPr>
                <w:rFonts w:ascii="Times New Roman" w:hAnsi="Times New Roman"/>
              </w:rPr>
              <w:t>Soovime maaüksusele ehitada:</w:t>
            </w:r>
            <w:r w:rsidR="00FD4512">
              <w:rPr>
                <w:rFonts w:ascii="Times New Roman" w:hAnsi="Times New Roman"/>
              </w:rPr>
              <w:t xml:space="preserve"> </w:t>
            </w:r>
            <w:r w:rsidR="00B422E1">
              <w:rPr>
                <w:rFonts w:ascii="Times New Roman" w:hAnsi="Times New Roman"/>
              </w:rPr>
              <w:t>madal</w:t>
            </w:r>
            <w:r w:rsidR="002545FF">
              <w:rPr>
                <w:rFonts w:ascii="Times New Roman" w:hAnsi="Times New Roman"/>
              </w:rPr>
              <w:t xml:space="preserve">pinge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2953D2">
              <w:rPr>
                <w:rFonts w:ascii="Times New Roman" w:hAnsi="Times New Roman"/>
              </w:rPr>
              <w:t>13</w:t>
            </w:r>
            <w:r w:rsidR="001B6FEE">
              <w:rPr>
                <w:rFonts w:ascii="Times New Roman" w:hAnsi="Times New Roman"/>
              </w:rPr>
              <w:t>,</w:t>
            </w:r>
            <w:r w:rsidR="002953D2">
              <w:rPr>
                <w:rFonts w:ascii="Times New Roman" w:hAnsi="Times New Roman"/>
              </w:rPr>
              <w:t>00</w:t>
            </w:r>
            <w:r w:rsidR="001B6FEE">
              <w:rPr>
                <w:rFonts w:ascii="Times New Roman" w:hAnsi="Times New Roman"/>
              </w:rPr>
              <w:t xml:space="preserve"> </w:t>
            </w:r>
            <w:r w:rsidR="002C36A5">
              <w:rPr>
                <w:rFonts w:ascii="Times New Roman" w:hAnsi="Times New Roman"/>
              </w:rPr>
              <w:t>-</w:t>
            </w:r>
            <w:r w:rsidR="002953D2">
              <w:rPr>
                <w:rFonts w:ascii="Times New Roman" w:hAnsi="Times New Roman"/>
              </w:rPr>
              <w:t>13</w:t>
            </w:r>
            <w:r w:rsidR="00B10501">
              <w:rPr>
                <w:rFonts w:ascii="Times New Roman" w:hAnsi="Times New Roman"/>
              </w:rPr>
              <w:t>,</w:t>
            </w:r>
            <w:r w:rsidR="002953D2">
              <w:rPr>
                <w:rFonts w:ascii="Times New Roman" w:hAnsi="Times New Roman"/>
              </w:rPr>
              <w:t>07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2953D2">
              <w:rPr>
                <w:rFonts w:ascii="Times New Roman" w:hAnsi="Times New Roman"/>
              </w:rPr>
              <w:t>111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  <w:p w14:paraId="16162C14" w14:textId="77777777" w:rsidR="00F278FC" w:rsidRDefault="00F278FC" w:rsidP="00C77651">
            <w:pPr>
              <w:rPr>
                <w:rFonts w:ascii="Times New Roman" w:hAnsi="Times New Roman"/>
              </w:rPr>
            </w:pPr>
          </w:p>
          <w:p w14:paraId="3144B255" w14:textId="77777777" w:rsidR="00986607" w:rsidRDefault="00F278FC" w:rsidP="00F278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PARI kood 1</w:t>
            </w:r>
            <w:r w:rsidR="00C96F2E">
              <w:rPr>
                <w:rFonts w:ascii="Times New Roman" w:hAnsi="Times New Roman"/>
              </w:rPr>
              <w:t>96766</w:t>
            </w:r>
          </w:p>
          <w:p w14:paraId="6BA5B1A9" w14:textId="4E3CF2E0" w:rsidR="00F278FC" w:rsidRDefault="008A7867" w:rsidP="00F278FC">
            <w:pPr>
              <w:rPr>
                <w:rFonts w:ascii="Times New Roman" w:hAnsi="Times New Roman"/>
              </w:rPr>
            </w:pPr>
            <w:r w:rsidRPr="008A7867">
              <w:rPr>
                <w:rFonts w:ascii="Times New Roman" w:hAnsi="Times New Roman"/>
              </w:rPr>
              <w:t>https://pari.kataster.ee/magic-link/76d00d13-5f3e-4be8-8901-7b689a9dad5d</w:t>
            </w:r>
            <w:r w:rsidR="00F278FC">
              <w:rPr>
                <w:rFonts w:ascii="Times New Roman" w:hAnsi="Times New Roman"/>
              </w:rPr>
              <w:t xml:space="preserve">    </w:t>
            </w:r>
          </w:p>
          <w:p w14:paraId="3AD1B94C" w14:textId="6BCFA63F" w:rsidR="00F278FC" w:rsidRPr="00B801C3" w:rsidRDefault="00F278FC" w:rsidP="00C77651">
            <w:pPr>
              <w:rPr>
                <w:rFonts w:ascii="Times New Roman" w:hAnsi="Times New Roman"/>
              </w:rPr>
            </w:pPr>
          </w:p>
        </w:tc>
      </w:tr>
      <w:tr w:rsidR="00866D30" w:rsidRPr="00B801C3" w14:paraId="6142EDBD" w14:textId="77777777" w:rsidTr="008A786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4254C6AC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B10501">
              <w:rPr>
                <w:rFonts w:ascii="Times New Roman" w:hAnsi="Times New Roman"/>
              </w:rPr>
              <w:t>1</w:t>
            </w:r>
            <w:r w:rsidR="00BF0C68">
              <w:rPr>
                <w:rFonts w:ascii="Times New Roman" w:hAnsi="Times New Roman"/>
              </w:rPr>
              <w:t>2</w:t>
            </w:r>
            <w:r w:rsidR="00B10501">
              <w:rPr>
                <w:rFonts w:ascii="Times New Roman" w:hAnsi="Times New Roman"/>
              </w:rPr>
              <w:t>.0</w:t>
            </w:r>
            <w:r w:rsidR="00BF0C68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.202</w:t>
            </w:r>
            <w:r w:rsidR="00BF0C68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5C4EEA5F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F0C68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/</w:t>
            </w:r>
            <w:r w:rsidR="00BF0C68">
              <w:rPr>
                <w:rFonts w:ascii="Times New Roman" w:hAnsi="Times New Roman"/>
              </w:rPr>
              <w:t>35</w:t>
            </w:r>
            <w:r w:rsidR="00951E6D">
              <w:rPr>
                <w:rFonts w:ascii="Times New Roman" w:hAnsi="Times New Roman"/>
              </w:rPr>
              <w:t>24</w:t>
            </w:r>
            <w:r w:rsidR="00B10501">
              <w:rPr>
                <w:rFonts w:ascii="Times New Roman" w:hAnsi="Times New Roman"/>
              </w:rPr>
              <w:t>-4</w:t>
            </w:r>
            <w:r>
              <w:rPr>
                <w:rFonts w:ascii="Times New Roman" w:hAnsi="Times New Roman"/>
              </w:rPr>
              <w:t xml:space="preserve">     </w:t>
            </w:r>
            <w:r w:rsidR="00951E6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8A7867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06F72FBB" w:rsidR="00B801C3" w:rsidRPr="00B801C3" w:rsidRDefault="00B10501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Imatra Elekter AS</w:t>
      </w:r>
      <w:r w:rsidR="00B801C3" w:rsidRPr="00B801C3">
        <w:rPr>
          <w:rFonts w:ascii="Times New Roman" w:hAnsi="Times New Roman"/>
        </w:rPr>
        <w:t xml:space="preserve">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CE9D" w14:textId="77777777" w:rsidR="00F17E03" w:rsidRDefault="00F17E03">
      <w:r>
        <w:separator/>
      </w:r>
    </w:p>
  </w:endnote>
  <w:endnote w:type="continuationSeparator" w:id="0">
    <w:p w14:paraId="397E88C0" w14:textId="77777777" w:rsidR="00F17E03" w:rsidRDefault="00F17E03">
      <w:r>
        <w:continuationSeparator/>
      </w:r>
    </w:p>
  </w:endnote>
  <w:endnote w:type="continuationNotice" w:id="1">
    <w:p w14:paraId="2D6C1FBA" w14:textId="77777777" w:rsidR="00F17E03" w:rsidRDefault="00F17E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18EBCFF8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  <w:vAlign w:val="bottom"/>
        </w:tcPr>
        <w:p w14:paraId="2D558ABD" w14:textId="352649D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1332CF6C" w14:textId="7D1D81A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</w:tcPr>
        <w:p w14:paraId="1F4C1590" w14:textId="2996112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2DC6A" w14:textId="77777777" w:rsidR="00F17E03" w:rsidRDefault="00F17E03">
      <w:r>
        <w:separator/>
      </w:r>
    </w:p>
  </w:footnote>
  <w:footnote w:type="continuationSeparator" w:id="0">
    <w:p w14:paraId="50204BF0" w14:textId="77777777" w:rsidR="00F17E03" w:rsidRDefault="00F17E03">
      <w:r>
        <w:continuationSeparator/>
      </w:r>
    </w:p>
  </w:footnote>
  <w:footnote w:type="continuationNotice" w:id="1">
    <w:p w14:paraId="71A3618A" w14:textId="77777777" w:rsidR="00F17E03" w:rsidRDefault="00F17E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54211"/>
    <w:rsid w:val="00055ABF"/>
    <w:rsid w:val="00056E60"/>
    <w:rsid w:val="0006756D"/>
    <w:rsid w:val="00067EBB"/>
    <w:rsid w:val="00070BC6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B6FEE"/>
    <w:rsid w:val="001C146B"/>
    <w:rsid w:val="001D1D06"/>
    <w:rsid w:val="001D5D29"/>
    <w:rsid w:val="001D65CC"/>
    <w:rsid w:val="001E0861"/>
    <w:rsid w:val="001F69DF"/>
    <w:rsid w:val="002006B3"/>
    <w:rsid w:val="00201F2A"/>
    <w:rsid w:val="00203B6C"/>
    <w:rsid w:val="00203FF9"/>
    <w:rsid w:val="00215395"/>
    <w:rsid w:val="002214F2"/>
    <w:rsid w:val="00227602"/>
    <w:rsid w:val="0022790B"/>
    <w:rsid w:val="00232224"/>
    <w:rsid w:val="00232F6A"/>
    <w:rsid w:val="00244988"/>
    <w:rsid w:val="002454B3"/>
    <w:rsid w:val="00245ECA"/>
    <w:rsid w:val="002545FF"/>
    <w:rsid w:val="00260BD1"/>
    <w:rsid w:val="00262454"/>
    <w:rsid w:val="00264B30"/>
    <w:rsid w:val="00267381"/>
    <w:rsid w:val="00267555"/>
    <w:rsid w:val="002726A3"/>
    <w:rsid w:val="00274E02"/>
    <w:rsid w:val="00293EAC"/>
    <w:rsid w:val="002953D2"/>
    <w:rsid w:val="002A23D8"/>
    <w:rsid w:val="002A70F6"/>
    <w:rsid w:val="002B3872"/>
    <w:rsid w:val="002C36A5"/>
    <w:rsid w:val="002D4D27"/>
    <w:rsid w:val="002E0EF7"/>
    <w:rsid w:val="002E5106"/>
    <w:rsid w:val="002F1E80"/>
    <w:rsid w:val="003077C4"/>
    <w:rsid w:val="00313843"/>
    <w:rsid w:val="003211EB"/>
    <w:rsid w:val="00326C2D"/>
    <w:rsid w:val="0034008B"/>
    <w:rsid w:val="00354D5E"/>
    <w:rsid w:val="003551E2"/>
    <w:rsid w:val="00357C22"/>
    <w:rsid w:val="00360DB3"/>
    <w:rsid w:val="00361541"/>
    <w:rsid w:val="00373E92"/>
    <w:rsid w:val="0037535F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6E8E"/>
    <w:rsid w:val="003F1570"/>
    <w:rsid w:val="003F5996"/>
    <w:rsid w:val="00400DD2"/>
    <w:rsid w:val="00413593"/>
    <w:rsid w:val="00415D3C"/>
    <w:rsid w:val="00430439"/>
    <w:rsid w:val="0043188C"/>
    <w:rsid w:val="00433B4A"/>
    <w:rsid w:val="00470107"/>
    <w:rsid w:val="0047318E"/>
    <w:rsid w:val="0047377E"/>
    <w:rsid w:val="00473C07"/>
    <w:rsid w:val="00474A6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0F9B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17F7E"/>
    <w:rsid w:val="0062483F"/>
    <w:rsid w:val="0062586E"/>
    <w:rsid w:val="00627953"/>
    <w:rsid w:val="00630E61"/>
    <w:rsid w:val="00635FAE"/>
    <w:rsid w:val="006378C4"/>
    <w:rsid w:val="0064517F"/>
    <w:rsid w:val="006466E4"/>
    <w:rsid w:val="006644FA"/>
    <w:rsid w:val="00676A6D"/>
    <w:rsid w:val="00677233"/>
    <w:rsid w:val="006820CA"/>
    <w:rsid w:val="00682E2B"/>
    <w:rsid w:val="0068591F"/>
    <w:rsid w:val="00687933"/>
    <w:rsid w:val="006907AC"/>
    <w:rsid w:val="00694BA3"/>
    <w:rsid w:val="00697C6B"/>
    <w:rsid w:val="006A3A86"/>
    <w:rsid w:val="006B28B7"/>
    <w:rsid w:val="006B36E7"/>
    <w:rsid w:val="006C3830"/>
    <w:rsid w:val="006D4B8F"/>
    <w:rsid w:val="006D68E5"/>
    <w:rsid w:val="006E4687"/>
    <w:rsid w:val="006E7138"/>
    <w:rsid w:val="006F595A"/>
    <w:rsid w:val="00705226"/>
    <w:rsid w:val="007077C6"/>
    <w:rsid w:val="007142E7"/>
    <w:rsid w:val="0071456C"/>
    <w:rsid w:val="00717079"/>
    <w:rsid w:val="00720EE5"/>
    <w:rsid w:val="00724591"/>
    <w:rsid w:val="007309B6"/>
    <w:rsid w:val="007330ED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795F"/>
    <w:rsid w:val="007B15C2"/>
    <w:rsid w:val="007C0443"/>
    <w:rsid w:val="007C1B49"/>
    <w:rsid w:val="007C25DE"/>
    <w:rsid w:val="007E3A05"/>
    <w:rsid w:val="007F109E"/>
    <w:rsid w:val="008029AC"/>
    <w:rsid w:val="00804E73"/>
    <w:rsid w:val="008058E8"/>
    <w:rsid w:val="0081552F"/>
    <w:rsid w:val="0082604D"/>
    <w:rsid w:val="008447C1"/>
    <w:rsid w:val="00852619"/>
    <w:rsid w:val="008644A3"/>
    <w:rsid w:val="00864778"/>
    <w:rsid w:val="00864F9A"/>
    <w:rsid w:val="00866D30"/>
    <w:rsid w:val="00870086"/>
    <w:rsid w:val="0088178D"/>
    <w:rsid w:val="008856FB"/>
    <w:rsid w:val="00891EC8"/>
    <w:rsid w:val="0089426A"/>
    <w:rsid w:val="008A7867"/>
    <w:rsid w:val="008B122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78B9"/>
    <w:rsid w:val="00931BF9"/>
    <w:rsid w:val="009408BE"/>
    <w:rsid w:val="00942C1B"/>
    <w:rsid w:val="00946B41"/>
    <w:rsid w:val="00947AE1"/>
    <w:rsid w:val="00947EEF"/>
    <w:rsid w:val="0095119C"/>
    <w:rsid w:val="00951E6D"/>
    <w:rsid w:val="00963479"/>
    <w:rsid w:val="0096721D"/>
    <w:rsid w:val="00980D3C"/>
    <w:rsid w:val="009854D6"/>
    <w:rsid w:val="00985605"/>
    <w:rsid w:val="00985885"/>
    <w:rsid w:val="00986607"/>
    <w:rsid w:val="00995A4B"/>
    <w:rsid w:val="009979CA"/>
    <w:rsid w:val="009A5821"/>
    <w:rsid w:val="009B00BE"/>
    <w:rsid w:val="009B7578"/>
    <w:rsid w:val="009B79F9"/>
    <w:rsid w:val="009C237C"/>
    <w:rsid w:val="009C27D8"/>
    <w:rsid w:val="009C29C8"/>
    <w:rsid w:val="009C682D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DCD"/>
    <w:rsid w:val="00A273A2"/>
    <w:rsid w:val="00A32D8A"/>
    <w:rsid w:val="00A33A60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0501"/>
    <w:rsid w:val="00B142A0"/>
    <w:rsid w:val="00B2470E"/>
    <w:rsid w:val="00B31B26"/>
    <w:rsid w:val="00B33B98"/>
    <w:rsid w:val="00B33BDC"/>
    <w:rsid w:val="00B422E1"/>
    <w:rsid w:val="00B603AC"/>
    <w:rsid w:val="00B60550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C10D7"/>
    <w:rsid w:val="00BD1BAF"/>
    <w:rsid w:val="00BD3A92"/>
    <w:rsid w:val="00BD48B5"/>
    <w:rsid w:val="00BE35D7"/>
    <w:rsid w:val="00BF0C68"/>
    <w:rsid w:val="00BF687E"/>
    <w:rsid w:val="00BF6B6D"/>
    <w:rsid w:val="00C105EE"/>
    <w:rsid w:val="00C12177"/>
    <w:rsid w:val="00C15771"/>
    <w:rsid w:val="00C26FF0"/>
    <w:rsid w:val="00C34030"/>
    <w:rsid w:val="00C34716"/>
    <w:rsid w:val="00C44656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6F2E"/>
    <w:rsid w:val="00CA2EF7"/>
    <w:rsid w:val="00CA762F"/>
    <w:rsid w:val="00CD3A22"/>
    <w:rsid w:val="00CD4DCF"/>
    <w:rsid w:val="00CE0278"/>
    <w:rsid w:val="00CF1FCB"/>
    <w:rsid w:val="00D0323B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14FB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66A1"/>
    <w:rsid w:val="00E54EB8"/>
    <w:rsid w:val="00E60DD0"/>
    <w:rsid w:val="00E622DC"/>
    <w:rsid w:val="00E62F83"/>
    <w:rsid w:val="00E93AC7"/>
    <w:rsid w:val="00E93B12"/>
    <w:rsid w:val="00EB7683"/>
    <w:rsid w:val="00EC1174"/>
    <w:rsid w:val="00ED222E"/>
    <w:rsid w:val="00ED26F8"/>
    <w:rsid w:val="00ED3888"/>
    <w:rsid w:val="00EE2699"/>
    <w:rsid w:val="00EE38E1"/>
    <w:rsid w:val="00EE61F2"/>
    <w:rsid w:val="00EE7A94"/>
    <w:rsid w:val="00EF01D3"/>
    <w:rsid w:val="00EF55CF"/>
    <w:rsid w:val="00F05986"/>
    <w:rsid w:val="00F14F09"/>
    <w:rsid w:val="00F15877"/>
    <w:rsid w:val="00F17779"/>
    <w:rsid w:val="00F17E03"/>
    <w:rsid w:val="00F22DFE"/>
    <w:rsid w:val="00F24004"/>
    <w:rsid w:val="00F278FC"/>
    <w:rsid w:val="00F31717"/>
    <w:rsid w:val="00F37543"/>
    <w:rsid w:val="00F3774C"/>
    <w:rsid w:val="00F50474"/>
    <w:rsid w:val="00F516DF"/>
    <w:rsid w:val="00F55ADB"/>
    <w:rsid w:val="00F64367"/>
    <w:rsid w:val="00F9120F"/>
    <w:rsid w:val="00F93C73"/>
    <w:rsid w:val="00F94E63"/>
    <w:rsid w:val="00F97C99"/>
    <w:rsid w:val="00FA24E0"/>
    <w:rsid w:val="00FA77D7"/>
    <w:rsid w:val="00FB7F91"/>
    <w:rsid w:val="00FC3EE2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o.jarv@elektrilevi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vo.jarv@elektrilevi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643</TotalTime>
  <Pages>1</Pages>
  <Words>220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404</cp:revision>
  <cp:lastPrinted>2022-01-11T09:20:00Z</cp:lastPrinted>
  <dcterms:created xsi:type="dcterms:W3CDTF">2022-01-10T12:44:00Z</dcterms:created>
  <dcterms:modified xsi:type="dcterms:W3CDTF">2024-06-18T07:26:00Z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